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555" w:rsidRPr="00F116A9" w:rsidRDefault="007F1555" w:rsidP="004B442E">
      <w:pPr>
        <w:pStyle w:val="NoSpacing"/>
        <w:ind w:left="-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6.95pt;margin-top:0;width:620.95pt;height:837pt;z-index:-251658240">
            <v:imagedata r:id="rId5" o:title=""/>
          </v:shape>
        </w:pict>
      </w:r>
    </w:p>
    <w:p w:rsidR="007F1555" w:rsidRDefault="007F1555" w:rsidP="005D7988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7F1555" w:rsidRPr="00987894" w:rsidRDefault="007F1555" w:rsidP="00987894">
      <w:pPr>
        <w:pStyle w:val="NoSpacing"/>
        <w:ind w:left="720" w:right="-284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  <w:r w:rsidRPr="00987894">
        <w:rPr>
          <w:rFonts w:ascii="Comic Sans MS" w:hAnsi="Comic Sans MS" w:cs="Comic Sans MS"/>
          <w:b/>
          <w:bCs/>
          <w:color w:val="000000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7F1555" w:rsidRPr="00987894" w:rsidRDefault="007F1555" w:rsidP="00987894">
      <w:pPr>
        <w:pStyle w:val="NoSpacing"/>
        <w:ind w:left="720" w:right="-284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  <w:r w:rsidRPr="00987894">
        <w:rPr>
          <w:rFonts w:ascii="Comic Sans MS" w:hAnsi="Comic Sans MS" w:cs="Comic Sans MS"/>
          <w:b/>
          <w:bCs/>
          <w:color w:val="000000"/>
          <w:sz w:val="28"/>
          <w:szCs w:val="28"/>
        </w:rPr>
        <w:t>«Детский сад № 25 города Ельца»</w:t>
      </w:r>
    </w:p>
    <w:p w:rsidR="007F1555" w:rsidRPr="00987894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Pr="005D7988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40"/>
          <w:szCs w:val="40"/>
        </w:rPr>
      </w:pPr>
      <w:r w:rsidRPr="005D7988">
        <w:rPr>
          <w:rFonts w:ascii="Comic Sans MS" w:hAnsi="Comic Sans MS" w:cs="Comic Sans MS"/>
          <w:b/>
          <w:bCs/>
          <w:color w:val="000000"/>
          <w:sz w:val="40"/>
          <w:szCs w:val="40"/>
        </w:rPr>
        <w:t>СЦЕНАРИЙ</w:t>
      </w:r>
      <w:r>
        <w:rPr>
          <w:rFonts w:ascii="Comic Sans MS" w:hAnsi="Comic Sans MS" w:cs="Comic Sans MS"/>
          <w:b/>
          <w:bCs/>
          <w:color w:val="000000"/>
          <w:sz w:val="40"/>
          <w:szCs w:val="40"/>
        </w:rPr>
        <w:t xml:space="preserve"> ПРАЗДНИКА</w:t>
      </w:r>
    </w:p>
    <w:p w:rsidR="007F1555" w:rsidRPr="00987894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48"/>
          <w:szCs w:val="48"/>
        </w:rPr>
      </w:pPr>
      <w:r w:rsidRPr="00987894">
        <w:rPr>
          <w:rFonts w:ascii="Comic Sans MS" w:hAnsi="Comic Sans MS" w:cs="Comic Sans MS"/>
          <w:b/>
          <w:bCs/>
          <w:color w:val="000000"/>
          <w:sz w:val="48"/>
          <w:szCs w:val="48"/>
        </w:rPr>
        <w:t xml:space="preserve">  «ВЕСНА ПРИШЛА»</w:t>
      </w: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  <w:r w:rsidRPr="00987894">
        <w:rPr>
          <w:rFonts w:ascii="Comic Sans MS" w:hAnsi="Comic Sans MS" w:cs="Comic Sans MS"/>
          <w:b/>
          <w:bCs/>
          <w:color w:val="000000"/>
          <w:sz w:val="28"/>
          <w:szCs w:val="28"/>
        </w:rPr>
        <w:t>(для всех групп, на улице)</w:t>
      </w: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5D7988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  <w:r>
        <w:rPr>
          <w:rFonts w:ascii="Comic Sans MS" w:hAnsi="Comic Sans MS" w:cs="Comic Sans MS"/>
          <w:b/>
          <w:bCs/>
          <w:color w:val="000000"/>
          <w:sz w:val="28"/>
          <w:szCs w:val="28"/>
        </w:rPr>
        <w:t>Подготовила:</w:t>
      </w: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  <w:r>
        <w:rPr>
          <w:rFonts w:ascii="Comic Sans MS" w:hAnsi="Comic Sans MS" w:cs="Comic Sans MS"/>
          <w:b/>
          <w:bCs/>
          <w:color w:val="000000"/>
          <w:sz w:val="28"/>
          <w:szCs w:val="28"/>
        </w:rPr>
        <w:t>муз. руководитель</w:t>
      </w: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  <w:r>
        <w:rPr>
          <w:rFonts w:ascii="Comic Sans MS" w:hAnsi="Comic Sans MS" w:cs="Comic Sans MS"/>
          <w:b/>
          <w:bCs/>
          <w:color w:val="000000"/>
          <w:sz w:val="28"/>
          <w:szCs w:val="28"/>
        </w:rPr>
        <w:t>Чукардина Е.Н.</w:t>
      </w: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right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ind w:left="720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  <w:sectPr w:rsidR="007F1555" w:rsidSect="004B442E">
          <w:pgSz w:w="11906" w:h="16838"/>
          <w:pgMar w:top="0" w:right="850" w:bottom="0" w:left="0" w:header="708" w:footer="708" w:gutter="0"/>
          <w:cols w:space="708"/>
          <w:docGrid w:linePitch="360"/>
        </w:sectPr>
      </w:pPr>
      <w:r>
        <w:rPr>
          <w:rFonts w:ascii="Comic Sans MS" w:hAnsi="Comic Sans MS" w:cs="Comic Sans MS"/>
          <w:b/>
          <w:bCs/>
          <w:color w:val="000000"/>
          <w:sz w:val="28"/>
          <w:szCs w:val="28"/>
        </w:rPr>
        <w:t>Елец, 2021</w:t>
      </w:r>
    </w:p>
    <w:p w:rsidR="007F1555" w:rsidRPr="004B442E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B4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4B442E">
        <w:rPr>
          <w:rFonts w:ascii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4B44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оздавать веселое, праздничное настроение.</w:t>
      </w:r>
    </w:p>
    <w:p w:rsidR="007F1555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F1555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4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F1555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4B442E">
        <w:rPr>
          <w:rFonts w:ascii="Times New Roman" w:hAnsi="Times New Roman" w:cs="Times New Roman"/>
          <w:sz w:val="28"/>
          <w:szCs w:val="28"/>
          <w:lang w:eastAsia="ru-RU"/>
        </w:rPr>
        <w:t xml:space="preserve">асширять представление детей о весне, </w:t>
      </w:r>
    </w:p>
    <w:p w:rsidR="007F1555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4B442E">
        <w:rPr>
          <w:rFonts w:ascii="Times New Roman" w:hAnsi="Times New Roman" w:cs="Times New Roman"/>
          <w:sz w:val="28"/>
          <w:szCs w:val="28"/>
          <w:lang w:eastAsia="ru-RU"/>
        </w:rPr>
        <w:t>развивать эстетическо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е восприятие действительности,</w:t>
      </w:r>
    </w:p>
    <w:p w:rsidR="007F1555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</w:t>
      </w:r>
      <w:r w:rsidRPr="004B442E">
        <w:rPr>
          <w:rFonts w:ascii="Times New Roman" w:hAnsi="Times New Roman" w:cs="Times New Roman"/>
          <w:sz w:val="28"/>
          <w:szCs w:val="28"/>
          <w:lang w:eastAsia="ru-RU"/>
        </w:rPr>
        <w:t xml:space="preserve">оздать у детей доброе, радостное настроение, </w:t>
      </w:r>
    </w:p>
    <w:p w:rsidR="007F1555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4B442E">
        <w:rPr>
          <w:rFonts w:ascii="Times New Roman" w:hAnsi="Times New Roman" w:cs="Times New Roman"/>
          <w:sz w:val="28"/>
          <w:szCs w:val="28"/>
          <w:lang w:eastAsia="ru-RU"/>
        </w:rPr>
        <w:t>побуждать активно участвоват</w:t>
      </w:r>
      <w:r>
        <w:rPr>
          <w:rFonts w:ascii="Times New Roman" w:hAnsi="Times New Roman" w:cs="Times New Roman"/>
          <w:sz w:val="28"/>
          <w:szCs w:val="28"/>
          <w:lang w:eastAsia="ru-RU"/>
        </w:rPr>
        <w:t>ь в празднике, желание играть,</w:t>
      </w:r>
    </w:p>
    <w:p w:rsidR="007F1555" w:rsidRPr="004B442E" w:rsidRDefault="007F1555" w:rsidP="00987894">
      <w:pPr>
        <w:shd w:val="clear" w:color="auto" w:fill="F9FAFA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с</w:t>
      </w:r>
      <w:r w:rsidRPr="004B442E">
        <w:rPr>
          <w:rFonts w:ascii="Times New Roman" w:hAnsi="Times New Roman" w:cs="Times New Roman"/>
          <w:sz w:val="28"/>
          <w:szCs w:val="28"/>
          <w:lang w:eastAsia="ru-RU"/>
        </w:rPr>
        <w:t>пособствовать навыку перевоплощения в игровые образы.</w:t>
      </w:r>
    </w:p>
    <w:p w:rsidR="007F1555" w:rsidRDefault="007F1555" w:rsidP="00987894">
      <w:pP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7F1555" w:rsidRDefault="007F1555" w:rsidP="00987894">
      <w:pP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7F1555" w:rsidRDefault="007F1555" w:rsidP="00987894">
      <w:pP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праздника.</w:t>
      </w:r>
    </w:p>
    <w:p w:rsidR="007F1555" w:rsidRDefault="007F1555" w:rsidP="00987894">
      <w:pP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2BE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Ведущий:</w:t>
      </w:r>
    </w:p>
    <w:p w:rsidR="007F1555" w:rsidRPr="00716432" w:rsidRDefault="007F1555" w:rsidP="00987894">
      <w:pPr>
        <w:pStyle w:val="NoSpacing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862BE4">
        <w:rPr>
          <w:shd w:val="clear" w:color="auto" w:fill="FFFFFF"/>
          <w:lang w:eastAsia="ru-RU"/>
        </w:rPr>
        <w:t> </w:t>
      </w:r>
      <w:r w:rsidRPr="00862BE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Весенний праздник ясным днем</w:t>
      </w:r>
      <w:r w:rsidRPr="00862BE4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62BE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Пришел для всех ребят,</w:t>
      </w:r>
      <w:r w:rsidRPr="00862BE4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62BE4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Сегодня пляшем и поем,</w:t>
      </w:r>
      <w:r w:rsidRPr="00862BE4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643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Весне же каждый рад!</w:t>
      </w:r>
    </w:p>
    <w:p w:rsidR="007F1555" w:rsidRPr="00716432" w:rsidRDefault="007F1555" w:rsidP="009878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16432">
        <w:rPr>
          <w:rFonts w:ascii="Times New Roman" w:hAnsi="Times New Roman" w:cs="Times New Roman"/>
          <w:sz w:val="28"/>
          <w:szCs w:val="28"/>
        </w:rPr>
        <w:t>Улетели все метели, убежали холода,</w:t>
      </w:r>
    </w:p>
    <w:p w:rsidR="007F1555" w:rsidRPr="00716432" w:rsidRDefault="007F1555" w:rsidP="009878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716432">
        <w:rPr>
          <w:rFonts w:ascii="Times New Roman" w:hAnsi="Times New Roman" w:cs="Times New Roman"/>
          <w:sz w:val="28"/>
          <w:szCs w:val="28"/>
        </w:rPr>
        <w:t>Светит солнышко сильнее, нету снега, нету льда.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F348B">
        <w:rPr>
          <w:rFonts w:ascii="Times New Roman" w:hAnsi="Times New Roman" w:cs="Times New Roman"/>
          <w:sz w:val="28"/>
          <w:szCs w:val="28"/>
        </w:rPr>
        <w:t>Громко птицы распевают: все Весну-Красну встречают!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F348B">
        <w:rPr>
          <w:rFonts w:ascii="Times New Roman" w:hAnsi="Times New Roman" w:cs="Times New Roman"/>
          <w:sz w:val="28"/>
          <w:szCs w:val="28"/>
        </w:rPr>
        <w:t>Нам Весна </w:t>
      </w:r>
      <w:r w:rsidRPr="00FF348B">
        <w:rPr>
          <w:rFonts w:ascii="Times New Roman" w:hAnsi="Times New Roman" w:cs="Times New Roman"/>
          <w:i/>
          <w:iCs/>
          <w:sz w:val="28"/>
          <w:szCs w:val="28"/>
        </w:rPr>
        <w:t>письмо прислала</w:t>
      </w:r>
      <w:r w:rsidRPr="00FF348B">
        <w:rPr>
          <w:rFonts w:ascii="Times New Roman" w:hAnsi="Times New Roman" w:cs="Times New Roman"/>
          <w:sz w:val="28"/>
          <w:szCs w:val="28"/>
        </w:rPr>
        <w:t>, быть к нам в гости обещала.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F348B">
        <w:rPr>
          <w:rFonts w:ascii="Times New Roman" w:hAnsi="Times New Roman" w:cs="Times New Roman"/>
          <w:sz w:val="28"/>
          <w:szCs w:val="28"/>
        </w:rPr>
        <w:t>Но вы должны ее позвать, вслед за мною повторять: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F348B">
        <w:rPr>
          <w:rFonts w:ascii="Times New Roman" w:hAnsi="Times New Roman" w:cs="Times New Roman"/>
          <w:sz w:val="28"/>
          <w:szCs w:val="28"/>
          <w:u w:val="single"/>
        </w:rPr>
        <w:t>«Весна-Красна, иди сюда!» (</w:t>
      </w:r>
      <w:r w:rsidRPr="00FF348B">
        <w:rPr>
          <w:rFonts w:ascii="Times New Roman" w:hAnsi="Times New Roman" w:cs="Times New Roman"/>
          <w:i/>
          <w:iCs/>
          <w:sz w:val="28"/>
          <w:szCs w:val="28"/>
          <w:u w:val="single"/>
        </w:rPr>
        <w:t>Дети повторяют)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Выходит Весна, приветствует, танцует.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Здравствуйте, друзья! А вот и я - Весна-Красна!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Знаю, ждут меня повсюду, всем на свете я нужна.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Приношу я радость людям, ведь недаром - я Весна!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Ведущая: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Здравствуй, Весна красная!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Приходи весна с радостью, с великой милостью –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С хлебами обильными и дождями сильными!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А вы, ребята, дождика не боитесь? </w:t>
      </w: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Дети: </w:t>
      </w:r>
      <w:r w:rsidRPr="00FF348B">
        <w:rPr>
          <w:rFonts w:ascii="Times New Roman" w:hAnsi="Times New Roman" w:cs="Times New Roman"/>
          <w:color w:val="000000"/>
          <w:sz w:val="28"/>
          <w:szCs w:val="28"/>
          <w:u w:val="single"/>
        </w:rPr>
        <w:t>НЕТ!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Ведущая: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Наши детки даже играют с дождиком! Вот посмотри…</w:t>
      </w:r>
    </w:p>
    <w:p w:rsidR="007F1555" w:rsidRPr="00FF348B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Игра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младшей группы </w:t>
      </w: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«Солнышко и дождик»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 Ах, какие молодцы!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А вы знаете, как называются мои весенние месяцы?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Ручейки бегут быстрее,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 xml:space="preserve">Светит солнышко теплее, 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оробей погоде рад, 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Заглянул к нам месяц………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Дети: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(Март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марте сходит снежок, детки выходят на лужок.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Заводите, детки средней группы, веселый хоровод, порадуемся весне.</w:t>
      </w:r>
    </w:p>
    <w:p w:rsidR="007F1555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Хоровод средняя группа «Мы по лугу идем, хоровод ведем…»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D141B9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Садятся.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Весна: 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В ночь – мороз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br/>
        <w:t>С утра – капель,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br/>
        <w:t>Значит на дворе…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1B9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Дети: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Апрель! 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141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Правильно! В апреле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t xml:space="preserve"> природа пробуждается, почки на деревьях просыпаются, и возвращаются перелетные птицы.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t xml:space="preserve">етки </w:t>
      </w:r>
      <w:r>
        <w:rPr>
          <w:rFonts w:ascii="Times New Roman" w:hAnsi="Times New Roman" w:cs="Times New Roman"/>
          <w:color w:val="000000"/>
          <w:sz w:val="28"/>
          <w:szCs w:val="28"/>
        </w:rPr>
        <w:t>средней группы расскажут, как птички летят</w:t>
      </w:r>
      <w:r w:rsidRPr="00D141B9">
        <w:rPr>
          <w:rFonts w:ascii="Times New Roman" w:hAnsi="Times New Roman" w:cs="Times New Roman"/>
          <w:color w:val="000000"/>
          <w:sz w:val="28"/>
          <w:szCs w:val="28"/>
        </w:rPr>
        <w:t xml:space="preserve"> домой.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1. Мы летим, летим, летим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Крылышками машем.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Прилететь скорей хотим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К милым рощам нашим.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2. Мы летим из далека,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Утомились птички.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Посидим у ручейка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И попьем водички.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3. Вот он край родной.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Милая сторонка.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Прилетели мы домой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И запели звонко.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4. Над лесами, над полями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Весело летаем.</w:t>
      </w:r>
    </w:p>
    <w:p w:rsidR="007F1555" w:rsidRPr="00D141B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В птичьем танце закружились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D141B9">
        <w:rPr>
          <w:rFonts w:ascii="Times New Roman" w:hAnsi="Times New Roman" w:cs="Times New Roman"/>
          <w:color w:val="000000"/>
          <w:sz w:val="28"/>
          <w:szCs w:val="28"/>
        </w:rPr>
        <w:t>И весну встречаем.</w:t>
      </w:r>
    </w:p>
    <w:p w:rsidR="007F1555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Младшая группа песня «Воробушек»</w:t>
      </w:r>
    </w:p>
    <w:p w:rsidR="007F1555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Игра «Воробушки летят»</w:t>
      </w:r>
    </w:p>
    <w:p w:rsidR="007F1555" w:rsidRPr="009E4C9F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</w:t>
      </w:r>
    </w:p>
    <w:p w:rsidR="007F1555" w:rsidRPr="00FA5BCE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A5BCE">
        <w:rPr>
          <w:rFonts w:ascii="Times New Roman" w:hAnsi="Times New Roman" w:cs="Times New Roman"/>
          <w:color w:val="000000"/>
          <w:sz w:val="28"/>
          <w:szCs w:val="28"/>
        </w:rPr>
        <w:t>Этот последний месяц весны —</w:t>
      </w:r>
      <w:r w:rsidRPr="00FA5BCE">
        <w:rPr>
          <w:rFonts w:ascii="Times New Roman" w:hAnsi="Times New Roman" w:cs="Times New Roman"/>
          <w:color w:val="000000"/>
          <w:sz w:val="28"/>
          <w:szCs w:val="28"/>
        </w:rPr>
        <w:br/>
        <w:t>Самый зелёный в году.</w:t>
      </w:r>
      <w:r w:rsidRPr="00FA5BCE">
        <w:rPr>
          <w:rFonts w:ascii="Times New Roman" w:hAnsi="Times New Roman" w:cs="Times New Roman"/>
          <w:color w:val="000000"/>
          <w:sz w:val="28"/>
          <w:szCs w:val="28"/>
        </w:rPr>
        <w:br/>
        <w:t>Трудятся все, не жалея спины:</w:t>
      </w:r>
      <w:r w:rsidRPr="00FA5BCE">
        <w:rPr>
          <w:rFonts w:ascii="Times New Roman" w:hAnsi="Times New Roman" w:cs="Times New Roman"/>
          <w:color w:val="000000"/>
          <w:sz w:val="28"/>
          <w:szCs w:val="28"/>
        </w:rPr>
        <w:br/>
        <w:t>На пашне, на грядке, в саду.</w:t>
      </w:r>
      <w:r w:rsidRPr="00FA5BC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color w:val="000000"/>
          <w:sz w:val="28"/>
          <w:szCs w:val="28"/>
        </w:rPr>
        <w:t>Май!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Как идет Весна - отворяйте ворота!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Как пришел май - сколько хочешь гуляй!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Ведущая: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Гулять наши детки любят!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еще любят собирать красивые цветочки и танцевать с ними.</w:t>
      </w:r>
    </w:p>
    <w:p w:rsidR="007F1555" w:rsidRPr="00904A4E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Танец с цветами (средняя группа)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Ах, как весело живёте: танцуете, поёте!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А теперь для вас игра, выходите детвора!</w:t>
      </w:r>
    </w:p>
    <w:p w:rsidR="007F1555" w:rsidRPr="000F7609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Танец – игра «Три хлопка по счету…»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Ведущая: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ебята старшей группы порадуют тебя стихами.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Старшая группа: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Весенний праздник ясным днем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Пришел для всех ребят.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Весна пришла, Весна пришла,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И Маю каждый рад!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Сирень густая под окном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аскрыла лепестки.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 xml:space="preserve">Мелькают бабочки кругом, 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роворны и легки!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С тёплым ветром травушка подружись.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Золотому солнышку поклонись,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Чтобы цвела яблонька на горе,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Чтоб гулялось весело детворе!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Пришла весна-вёснушка, весёлая гостьюшка!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Дождиком в окошко – стук, стук, стук!</w:t>
      </w: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Травкой у порожка – шух, шух, шух!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AE7C86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Ручейком в канавушках – жур, жур, жур!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AE7C86">
        <w:rPr>
          <w:rFonts w:ascii="Times New Roman" w:hAnsi="Times New Roman" w:cs="Times New Roman"/>
          <w:color w:val="000000"/>
          <w:sz w:val="28"/>
          <w:szCs w:val="28"/>
        </w:rPr>
        <w:t>Стали дни погожие, до Весны мы дожили!</w:t>
      </w:r>
    </w:p>
    <w:p w:rsidR="007F1555" w:rsidRPr="00E2524F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Песня «Открывайте шире двери…»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8B3C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Ну, спасибо вам, ребята</w:t>
      </w:r>
      <w:r w:rsidRPr="00AE7C86">
        <w:rPr>
          <w:rFonts w:ascii="Times New Roman" w:hAnsi="Times New Roman" w:cs="Times New Roman"/>
          <w:color w:val="000000"/>
          <w:sz w:val="28"/>
          <w:szCs w:val="28"/>
        </w:rPr>
        <w:t>! Так порадовали меня!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У меня для вас, ребятки, есть весенние </w:t>
      </w: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загадки.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Слушайте внимательно, отгадайте обязательно!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Зазвенели ручьи, прилетели грачи.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Скажите, кто знает, когда это бывает? 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(Весной)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Весёлые зайки пляшут на лужайке.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Вся природа ожила, к нам опять пришла… 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(Весна)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В голубенькой рубашке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br/>
        <w:t>Бежит по дну овражка. (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Ручеёк 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Из-под снега расцветает,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Раньше всех весну встречает. (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Подснежник)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Ручейки бегут быстрее, светит солнышко теплее.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br/>
        <w:t>Воробей погоде рад - заглянул к нам месяц 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... (Март)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 xml:space="preserve">Мишка вылез из берлоги, грязь и лужи на дороге, 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В небе жаворонка трель - в гости к нам пришёл ... (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Апрель)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Сад примерил белый цвет, соловей поёт сонет,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br/>
        <w:t>В зелень наш оделся край - нас теплом встречает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... (Май)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Светит жарко, горячо, всей земле несёт тепло. 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(Солнышко)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Правильно, ребята! Все загадки разгадали.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Ведущая: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Дорогая Весна, а где же наше Солнышко?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Пусть оно вернётся, ребятам улыбнётся.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Весна: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 «Солнышко, проснись! Солнышко, явись!».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Помогайте мне, ребята, Солнце к нам позвать: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Давайте все вместе скажем: </w:t>
      </w: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«СОЛ-НЫШ-КО»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0D1B4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Дети зовут:</w:t>
      </w:r>
      <w:r w:rsidRPr="00FF348B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FF34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«СОЛ-НЫШ-КО!» -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 3 раза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0D1B4B" w:rsidRDefault="007F1555" w:rsidP="00987894">
      <w:pPr>
        <w:pStyle w:val="NoSpacing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D1B4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Выходит Солнышко. В руках ленты-лучи, танцует.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Солнце: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Здравствуйте, мои дорогие!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Я – весёлое солнце, свечу всем в оконца.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2073FF">
        <w:rPr>
          <w:rFonts w:ascii="Times New Roman" w:hAnsi="Times New Roman" w:cs="Times New Roman"/>
          <w:color w:val="000000"/>
          <w:sz w:val="28"/>
          <w:szCs w:val="28"/>
        </w:rPr>
        <w:t>Солнце лучезарное</w:t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  <w:t>Смотрит с высоты</w:t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  <w:t>На леса зелёные,</w:t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  <w:t>Пышные сады.</w:t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  <w:t>Даже лютик маленький,</w:t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  <w:t>Крохотный цветок,</w:t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  <w:t>Подставляет солнышку</w:t>
      </w:r>
      <w:r w:rsidRPr="002073FF">
        <w:rPr>
          <w:rFonts w:ascii="Times New Roman" w:hAnsi="Times New Roman" w:cs="Times New Roman"/>
          <w:color w:val="000000"/>
          <w:sz w:val="28"/>
          <w:szCs w:val="28"/>
        </w:rPr>
        <w:br/>
        <w:t>Тонкий стебелёк...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bookmarkEnd w:id="0"/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Ведущая: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Здравствуй, солнышко! Мы тебе рады!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А для чего тебе лучи?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Солнце: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 Землю грею я лучами и сегодня хочу поделиться с вами.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Ведущая: </w:t>
      </w:r>
      <w:r w:rsidRPr="00FF348B">
        <w:rPr>
          <w:rFonts w:ascii="Times New Roman" w:hAnsi="Times New Roman" w:cs="Times New Roman"/>
          <w:color w:val="000000"/>
          <w:sz w:val="28"/>
          <w:szCs w:val="28"/>
        </w:rPr>
        <w:t>Солнечные лучики горячи! Мы поймаем в ручки ленточки-лучи!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F348B">
        <w:rPr>
          <w:rFonts w:ascii="Times New Roman" w:hAnsi="Times New Roman" w:cs="Times New Roman"/>
          <w:color w:val="000000"/>
          <w:sz w:val="28"/>
          <w:szCs w:val="28"/>
        </w:rPr>
        <w:t>Пусть солнца лучики прыгают, бегут, а наши детки танцуют и поют!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Pr="000D1B4B" w:rsidRDefault="007F1555" w:rsidP="00987894">
      <w:pPr>
        <w:pStyle w:val="NoSpacing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D1B4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Солнце и Ведущая раздают ленточки дет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ям младшей группы.</w:t>
      </w:r>
    </w:p>
    <w:p w:rsidR="007F1555" w:rsidRPr="000D1B4B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Танец с ленточками по показу Солнышка.</w:t>
      </w:r>
    </w:p>
    <w:p w:rsidR="007F1555" w:rsidRPr="00FF348B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0D1B4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Дети садятся.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color w:val="000000"/>
          <w:sz w:val="28"/>
          <w:szCs w:val="28"/>
        </w:rPr>
        <w:t>Для яркого солнышка дети старшей группы исполнят веселую песенку.</w:t>
      </w:r>
    </w:p>
    <w:p w:rsidR="007F1555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Песня «На зеленой на полянке…»</w:t>
      </w:r>
    </w:p>
    <w:p w:rsidR="007F1555" w:rsidRPr="00F116A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F116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F116A9">
        <w:rPr>
          <w:rFonts w:ascii="Times New Roman" w:hAnsi="Times New Roman" w:cs="Times New Roman"/>
          <w:color w:val="000000"/>
          <w:sz w:val="28"/>
          <w:szCs w:val="28"/>
        </w:rPr>
        <w:t xml:space="preserve"> Что ж, наш праздник завершается, но весна-то продолжается! Мы Весну, ребята, встретили, с нею пели и играли. Нам с Весною было весело, и она осталась с нами. А теперь спрошу вас я: есть у Солнышка друзья?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Pr="00F116A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F116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F116A9">
        <w:rPr>
          <w:rFonts w:ascii="Times New Roman" w:hAnsi="Times New Roman" w:cs="Times New Roman"/>
          <w:color w:val="000000"/>
          <w:sz w:val="28"/>
          <w:szCs w:val="28"/>
        </w:rPr>
        <w:t xml:space="preserve"> Да! Да! Да!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Pr="00F116A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F116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F116A9">
        <w:rPr>
          <w:rFonts w:ascii="Times New Roman" w:hAnsi="Times New Roman" w:cs="Times New Roman"/>
          <w:color w:val="000000"/>
          <w:sz w:val="28"/>
          <w:szCs w:val="28"/>
        </w:rPr>
        <w:t xml:space="preserve"> Тогда на ножки встаём, друга за руки берём, вмест</w:t>
      </w:r>
      <w:r>
        <w:rPr>
          <w:rFonts w:ascii="Times New Roman" w:hAnsi="Times New Roman" w:cs="Times New Roman"/>
          <w:color w:val="000000"/>
          <w:sz w:val="28"/>
          <w:szCs w:val="28"/>
        </w:rPr>
        <w:t>е с Солнцем и Весною хороводом</w:t>
      </w:r>
      <w:r w:rsidRPr="00F116A9">
        <w:rPr>
          <w:rFonts w:ascii="Times New Roman" w:hAnsi="Times New Roman" w:cs="Times New Roman"/>
          <w:color w:val="000000"/>
          <w:sz w:val="28"/>
          <w:szCs w:val="28"/>
        </w:rPr>
        <w:t xml:space="preserve"> пойдём!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709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Дети образуют два круга: младшие внутри. Двигаются противоходом.</w:t>
      </w:r>
    </w:p>
    <w:p w:rsidR="007F1555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Pr="0027094E" w:rsidRDefault="007F1555" w:rsidP="00987894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Песня «А весной, а весной снег повсюду тает…»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F6B9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 конце хоровод размык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ается, и «ниточкой за иголочкой» дети идут в группы.</w:t>
      </w:r>
    </w:p>
    <w:p w:rsidR="007F1555" w:rsidRDefault="007F1555" w:rsidP="00987894">
      <w:pPr>
        <w:pStyle w:val="NoSpacing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1555" w:rsidRPr="002F6B92" w:rsidRDefault="007F1555" w:rsidP="00987894">
      <w:pPr>
        <w:pStyle w:val="NoSpacing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  <w:r w:rsidRPr="00F116A9">
        <w:rPr>
          <w:rFonts w:ascii="Times New Roman" w:hAnsi="Times New Roman" w:cs="Times New Roman"/>
          <w:color w:val="000000"/>
          <w:sz w:val="28"/>
          <w:szCs w:val="28"/>
        </w:rPr>
        <w:t xml:space="preserve"> С праздником, ребята! С весной! До свидания, до новых встреч!</w:t>
      </w:r>
    </w:p>
    <w:p w:rsidR="007F1555" w:rsidRPr="00F116A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  <w:r w:rsidRPr="002F6B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F116A9">
        <w:rPr>
          <w:rFonts w:ascii="Times New Roman" w:hAnsi="Times New Roman" w:cs="Times New Roman"/>
          <w:color w:val="000000"/>
          <w:sz w:val="28"/>
          <w:szCs w:val="28"/>
        </w:rPr>
        <w:t xml:space="preserve"> До свидания!</w:t>
      </w:r>
    </w:p>
    <w:p w:rsidR="007F1555" w:rsidRPr="00F116A9" w:rsidRDefault="007F1555" w:rsidP="00987894">
      <w:pPr>
        <w:pStyle w:val="NoSpacing"/>
        <w:rPr>
          <w:rFonts w:ascii="Times New Roman" w:hAnsi="Times New Roman" w:cs="Times New Roman"/>
          <w:color w:val="000000"/>
          <w:sz w:val="28"/>
          <w:szCs w:val="28"/>
        </w:rPr>
      </w:pPr>
    </w:p>
    <w:p w:rsidR="007F1555" w:rsidRDefault="007F1555" w:rsidP="00987894"/>
    <w:p w:rsidR="007F1555" w:rsidRDefault="007F1555" w:rsidP="00987894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F1555" w:rsidRPr="00987894" w:rsidRDefault="007F1555" w:rsidP="00987894">
      <w:pPr>
        <w:pStyle w:val="NoSpacing"/>
        <w:jc w:val="center"/>
        <w:rPr>
          <w:rFonts w:ascii="Comic Sans MS" w:hAnsi="Comic Sans MS" w:cs="Comic Sans MS"/>
          <w:b/>
          <w:bCs/>
          <w:color w:val="000000"/>
          <w:sz w:val="28"/>
          <w:szCs w:val="28"/>
        </w:rPr>
      </w:pPr>
    </w:p>
    <w:sectPr w:rsidR="007F1555" w:rsidRPr="00987894" w:rsidSect="00550B26">
      <w:pgSz w:w="11906" w:h="16838"/>
      <w:pgMar w:top="719" w:right="850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538"/>
    <w:multiLevelType w:val="multilevel"/>
    <w:tmpl w:val="58529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01D13"/>
    <w:multiLevelType w:val="multilevel"/>
    <w:tmpl w:val="48E29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E5F15FD"/>
    <w:multiLevelType w:val="multilevel"/>
    <w:tmpl w:val="844C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0400220"/>
    <w:multiLevelType w:val="multilevel"/>
    <w:tmpl w:val="8938B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407C94"/>
    <w:multiLevelType w:val="multilevel"/>
    <w:tmpl w:val="0C300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8B07865"/>
    <w:multiLevelType w:val="multilevel"/>
    <w:tmpl w:val="132857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084222"/>
    <w:multiLevelType w:val="multilevel"/>
    <w:tmpl w:val="8BF0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C190F1F"/>
    <w:multiLevelType w:val="multilevel"/>
    <w:tmpl w:val="B8AE73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5F002D"/>
    <w:multiLevelType w:val="multilevel"/>
    <w:tmpl w:val="F912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24E3A50"/>
    <w:multiLevelType w:val="multilevel"/>
    <w:tmpl w:val="9F368A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0D65CE"/>
    <w:multiLevelType w:val="multilevel"/>
    <w:tmpl w:val="D30E4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5B2A2F0F"/>
    <w:multiLevelType w:val="multilevel"/>
    <w:tmpl w:val="1DCA0D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B33150"/>
    <w:multiLevelType w:val="multilevel"/>
    <w:tmpl w:val="0DC47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2F63B21"/>
    <w:multiLevelType w:val="multilevel"/>
    <w:tmpl w:val="36D043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011288"/>
    <w:multiLevelType w:val="multilevel"/>
    <w:tmpl w:val="2098D9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C378BA"/>
    <w:multiLevelType w:val="multilevel"/>
    <w:tmpl w:val="929E5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70652345"/>
    <w:multiLevelType w:val="multilevel"/>
    <w:tmpl w:val="6FE04B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16F0ADC"/>
    <w:multiLevelType w:val="multilevel"/>
    <w:tmpl w:val="B9FA3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750506C1"/>
    <w:multiLevelType w:val="multilevel"/>
    <w:tmpl w:val="8468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7B82EDF"/>
    <w:multiLevelType w:val="multilevel"/>
    <w:tmpl w:val="9C3AF8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AF4830"/>
    <w:multiLevelType w:val="multilevel"/>
    <w:tmpl w:val="355A2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10"/>
  </w:num>
  <w:num w:numId="5">
    <w:abstractNumId w:val="3"/>
  </w:num>
  <w:num w:numId="6">
    <w:abstractNumId w:val="11"/>
  </w:num>
  <w:num w:numId="7">
    <w:abstractNumId w:val="5"/>
  </w:num>
  <w:num w:numId="8">
    <w:abstractNumId w:val="19"/>
  </w:num>
  <w:num w:numId="9">
    <w:abstractNumId w:val="14"/>
  </w:num>
  <w:num w:numId="10">
    <w:abstractNumId w:val="13"/>
  </w:num>
  <w:num w:numId="11">
    <w:abstractNumId w:val="9"/>
  </w:num>
  <w:num w:numId="12">
    <w:abstractNumId w:val="16"/>
  </w:num>
  <w:num w:numId="13">
    <w:abstractNumId w:val="8"/>
  </w:num>
  <w:num w:numId="14">
    <w:abstractNumId w:val="1"/>
  </w:num>
  <w:num w:numId="15">
    <w:abstractNumId w:val="20"/>
  </w:num>
  <w:num w:numId="16">
    <w:abstractNumId w:val="0"/>
  </w:num>
  <w:num w:numId="17">
    <w:abstractNumId w:val="7"/>
  </w:num>
  <w:num w:numId="18">
    <w:abstractNumId w:val="17"/>
  </w:num>
  <w:num w:numId="19">
    <w:abstractNumId w:val="2"/>
  </w:num>
  <w:num w:numId="20">
    <w:abstractNumId w:val="4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5F0"/>
    <w:rsid w:val="000D1B4B"/>
    <w:rsid w:val="000F7609"/>
    <w:rsid w:val="001A56DD"/>
    <w:rsid w:val="002073FF"/>
    <w:rsid w:val="0027094E"/>
    <w:rsid w:val="002A6716"/>
    <w:rsid w:val="002F6B92"/>
    <w:rsid w:val="003105F0"/>
    <w:rsid w:val="004B442E"/>
    <w:rsid w:val="00550B26"/>
    <w:rsid w:val="005D7988"/>
    <w:rsid w:val="006B6027"/>
    <w:rsid w:val="00716432"/>
    <w:rsid w:val="007F1555"/>
    <w:rsid w:val="00862BE4"/>
    <w:rsid w:val="00865B2A"/>
    <w:rsid w:val="008A275E"/>
    <w:rsid w:val="008B3C99"/>
    <w:rsid w:val="00904A4E"/>
    <w:rsid w:val="00987894"/>
    <w:rsid w:val="009A1D5F"/>
    <w:rsid w:val="009E4C9F"/>
    <w:rsid w:val="00A22EFD"/>
    <w:rsid w:val="00AE7C86"/>
    <w:rsid w:val="00BC631F"/>
    <w:rsid w:val="00D141B9"/>
    <w:rsid w:val="00D567CF"/>
    <w:rsid w:val="00E2524F"/>
    <w:rsid w:val="00E40ACB"/>
    <w:rsid w:val="00EE042E"/>
    <w:rsid w:val="00EE4002"/>
    <w:rsid w:val="00F116A9"/>
    <w:rsid w:val="00F74159"/>
    <w:rsid w:val="00FA5BCE"/>
    <w:rsid w:val="00FF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ACB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E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862BE4"/>
    <w:rPr>
      <w:rFonts w:cs="Calibri"/>
      <w:lang w:eastAsia="en-US"/>
    </w:rPr>
  </w:style>
  <w:style w:type="character" w:styleId="Hyperlink">
    <w:name w:val="Hyperlink"/>
    <w:basedOn w:val="DefaultParagraphFont"/>
    <w:uiPriority w:val="99"/>
    <w:rsid w:val="002073FF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3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6</Pages>
  <Words>898</Words>
  <Characters>5122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Romanych</dc:creator>
  <cp:keywords/>
  <dc:description/>
  <cp:lastModifiedBy>Windows 7</cp:lastModifiedBy>
  <cp:revision>26</cp:revision>
  <dcterms:created xsi:type="dcterms:W3CDTF">2021-04-08T18:24:00Z</dcterms:created>
  <dcterms:modified xsi:type="dcterms:W3CDTF">2021-04-27T06:43:00Z</dcterms:modified>
</cp:coreProperties>
</file>